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B6D4" w14:textId="77777777" w:rsidR="00C416F1" w:rsidRPr="00F6060A" w:rsidRDefault="00C416F1" w:rsidP="00C416F1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 w:val="22"/>
          <w:szCs w:val="22"/>
        </w:rPr>
      </w:pPr>
      <w:r w:rsidRPr="00F6060A">
        <w:rPr>
          <w:rFonts w:asciiTheme="minorHAnsi" w:hAnsiTheme="minorHAnsi" w:cstheme="minorHAnsi"/>
          <w:sz w:val="22"/>
          <w:szCs w:val="22"/>
        </w:rPr>
        <w:t xml:space="preserve">Anexa 11 </w:t>
      </w:r>
    </w:p>
    <w:p w14:paraId="7A729DFB" w14:textId="77777777" w:rsidR="00C416F1" w:rsidRPr="00F6060A" w:rsidRDefault="00C416F1" w:rsidP="00C416F1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 w:val="22"/>
          <w:szCs w:val="22"/>
        </w:rPr>
      </w:pPr>
    </w:p>
    <w:p w14:paraId="1A23A484" w14:textId="77777777" w:rsidR="00C416F1" w:rsidRPr="00F6060A" w:rsidRDefault="00C416F1" w:rsidP="00C416F1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F6060A">
        <w:rPr>
          <w:rFonts w:asciiTheme="minorHAnsi" w:hAnsiTheme="minorHAnsi" w:cstheme="minorHAnsi"/>
          <w:sz w:val="22"/>
          <w:szCs w:val="22"/>
        </w:rPr>
        <w:t>Lista de echipamente și/sau lucrări și/sau servicii cu încadrarea acestora pe secțiunea de cheltuieli eligibile /neeligibile (dacă este cazul)</w:t>
      </w:r>
    </w:p>
    <w:p w14:paraId="646B1905" w14:textId="77777777" w:rsidR="00C416F1" w:rsidRPr="00F6060A" w:rsidRDefault="00C416F1" w:rsidP="00C416F1">
      <w:pPr>
        <w:rPr>
          <w:rFonts w:asciiTheme="minorHAnsi" w:hAnsiTheme="minorHAnsi" w:cstheme="minorHAnsi"/>
          <w:sz w:val="22"/>
          <w:szCs w:val="22"/>
        </w:rPr>
      </w:pPr>
    </w:p>
    <w:p w14:paraId="7BABB013" w14:textId="77777777" w:rsidR="00C416F1" w:rsidRPr="00F6060A" w:rsidRDefault="00C416F1" w:rsidP="00C416F1">
      <w:pPr>
        <w:rPr>
          <w:rFonts w:asciiTheme="minorHAnsi" w:hAnsiTheme="minorHAnsi" w:cstheme="minorHAnsi"/>
          <w:sz w:val="22"/>
          <w:szCs w:val="22"/>
        </w:rPr>
      </w:pPr>
    </w:p>
    <w:p w14:paraId="048ED240" w14:textId="77777777" w:rsidR="00C416F1" w:rsidRPr="00F6060A" w:rsidRDefault="00C416F1" w:rsidP="00C416F1">
      <w:pPr>
        <w:rPr>
          <w:rFonts w:asciiTheme="minorHAnsi" w:hAnsiTheme="minorHAnsi" w:cstheme="minorHAnsi"/>
          <w:sz w:val="22"/>
          <w:szCs w:val="22"/>
        </w:rPr>
      </w:pPr>
      <w:r w:rsidRPr="00F6060A">
        <w:rPr>
          <w:rFonts w:asciiTheme="minorHAnsi" w:hAnsiTheme="minorHAnsi" w:cstheme="minorHAnsi"/>
          <w:sz w:val="22"/>
          <w:szCs w:val="22"/>
        </w:rPr>
        <w:t>În funcție de tipul de proiect, şi de ce se propune a se achiziționa se va completa următorul tabel:</w:t>
      </w:r>
    </w:p>
    <w:p w14:paraId="762492C6" w14:textId="77777777" w:rsidR="00C416F1" w:rsidRPr="00F6060A" w:rsidRDefault="00C416F1" w:rsidP="00C416F1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351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476"/>
        <w:gridCol w:w="1110"/>
        <w:gridCol w:w="668"/>
        <w:gridCol w:w="1148"/>
        <w:gridCol w:w="1105"/>
        <w:gridCol w:w="1469"/>
        <w:gridCol w:w="1080"/>
        <w:gridCol w:w="1733"/>
        <w:gridCol w:w="2292"/>
        <w:gridCol w:w="1174"/>
      </w:tblGrid>
      <w:tr w:rsidR="00F6060A" w:rsidRPr="00F6060A" w14:paraId="540AFCA8" w14:textId="696C0549" w:rsidTr="00F6060A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FB89A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586" w:type="dxa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9E3C1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Denumirea echipamentelor/lucrărilor/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34E0A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114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590E8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Cantitate</w:t>
            </w:r>
          </w:p>
        </w:tc>
        <w:tc>
          <w:tcPr>
            <w:tcW w:w="110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4BB64" w14:textId="77777777" w:rsidR="00F6060A" w:rsidRPr="00F6060A" w:rsidRDefault="00F6060A" w:rsidP="002C46CD">
            <w:pPr>
              <w:spacing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Prețul unitar</w:t>
            </w: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br/>
              <w:t>(fără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5E47C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Valoare</w:t>
            </w:r>
          </w:p>
          <w:p w14:paraId="662B5E4F" w14:textId="77777777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totală  </w:t>
            </w:r>
          </w:p>
        </w:tc>
        <w:tc>
          <w:tcPr>
            <w:tcW w:w="1080" w:type="dxa"/>
            <w:shd w:val="clear" w:color="auto" w:fill="D9D9D9"/>
          </w:tcPr>
          <w:p w14:paraId="28CDE0CE" w14:textId="77777777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066E8DB4" w14:textId="77777777" w:rsidR="00F6060A" w:rsidRPr="00F6060A" w:rsidRDefault="00F6060A" w:rsidP="00F606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Tip cheltuială</w:t>
            </w:r>
          </w:p>
          <w:p w14:paraId="14E47098" w14:textId="3A469097" w:rsidR="00F6060A" w:rsidRPr="00F6060A" w:rsidRDefault="00F6060A" w:rsidP="00F606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Direct</w:t>
            </w: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e</w:t>
            </w:r>
          </w:p>
          <w:p w14:paraId="1CE8CC43" w14:textId="0120AB68" w:rsidR="00F6060A" w:rsidRPr="00F6060A" w:rsidRDefault="00F6060A" w:rsidP="00F606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highlight w:val="lightGray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/Indirect</w:t>
            </w: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e</w:t>
            </w:r>
          </w:p>
        </w:tc>
        <w:tc>
          <w:tcPr>
            <w:tcW w:w="2292" w:type="dxa"/>
            <w:shd w:val="clear" w:color="auto" w:fill="D9D9D9"/>
          </w:tcPr>
          <w:p w14:paraId="7D360C15" w14:textId="3A139931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highlight w:val="lightGray"/>
                <w:lang w:eastAsia="ro-RO"/>
              </w:rPr>
              <w:t>Eligibil/neeligibil</w:t>
            </w:r>
          </w:p>
          <w:p w14:paraId="1D7A8C40" w14:textId="77777777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  <w:p w14:paraId="6809E372" w14:textId="77777777" w:rsidR="00F6060A" w:rsidRPr="00F6060A" w:rsidRDefault="00F6060A" w:rsidP="00F606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</w:t>
            </w: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(se va menționa suma inclusă pe eligibil şi suma inclusă pe neeligibil)</w:t>
            </w:r>
          </w:p>
          <w:p w14:paraId="5E6775FD" w14:textId="77777777" w:rsidR="00F6060A" w:rsidRPr="00F6060A" w:rsidRDefault="00F6060A" w:rsidP="00F606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ACTIVITATE DE BAZĂ  </w:t>
            </w:r>
          </w:p>
          <w:p w14:paraId="42264220" w14:textId="77777777" w:rsidR="00F6060A" w:rsidRPr="00F6060A" w:rsidRDefault="00F6060A" w:rsidP="00F606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(auxiliară activitatii de bază )</w:t>
            </w:r>
          </w:p>
          <w:p w14:paraId="0163283A" w14:textId="50C3AFF3" w:rsidR="00F6060A" w:rsidRPr="00F6060A" w:rsidRDefault="00F6060A" w:rsidP="00F606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/ CONEXĂ ACTIVITĂȚII DE BAZĂ</w:t>
            </w:r>
          </w:p>
        </w:tc>
        <w:tc>
          <w:tcPr>
            <w:tcW w:w="1174" w:type="dxa"/>
            <w:shd w:val="clear" w:color="auto" w:fill="D9D9D9"/>
          </w:tcPr>
          <w:p w14:paraId="49030F50" w14:textId="3BB69F50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highlight w:val="lightGray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Domeniul de interventie</w:t>
            </w:r>
          </w:p>
        </w:tc>
      </w:tr>
      <w:tr w:rsidR="00F6060A" w:rsidRPr="00F6060A" w14:paraId="6CE2087B" w14:textId="410A073C" w:rsidTr="00F6060A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B8CBA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158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29CC1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46224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1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5EA9A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11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D5E286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FFA96" w14:textId="77777777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1F1D000C" w14:textId="77777777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14:paraId="1A3C9D71" w14:textId="77777777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  <w:shd w:val="clear" w:color="auto" w:fill="FFFFFF"/>
          </w:tcPr>
          <w:p w14:paraId="36977EA3" w14:textId="29F0E98D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  <w:shd w:val="clear" w:color="auto" w:fill="FFFFFF"/>
          </w:tcPr>
          <w:p w14:paraId="69D79010" w14:textId="77777777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739EE79C" w14:textId="5DE3FD19" w:rsidTr="00F6060A">
        <w:trPr>
          <w:trHeight w:val="264"/>
        </w:trPr>
        <w:tc>
          <w:tcPr>
            <w:tcW w:w="1733" w:type="dxa"/>
            <w:gridSpan w:val="2"/>
          </w:tcPr>
          <w:p w14:paraId="59E98F43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060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C4BA6" w14:textId="2270BC03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Echipamente și dotări</w:t>
            </w:r>
          </w:p>
        </w:tc>
        <w:tc>
          <w:tcPr>
            <w:tcW w:w="1174" w:type="dxa"/>
          </w:tcPr>
          <w:p w14:paraId="63EA1C35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3B5E3E93" w14:textId="33F3C803" w:rsidTr="00F606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283060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  <w:p w14:paraId="4AD4B182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86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AB1E0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76BC90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CA027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08C8B8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08F86F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0" w:type="dxa"/>
          </w:tcPr>
          <w:p w14:paraId="1B2FA001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</w:tcPr>
          <w:p w14:paraId="123BF9D9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</w:tcPr>
          <w:p w14:paraId="0D1A0C80" w14:textId="7029E4D0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</w:tcPr>
          <w:p w14:paraId="37A62996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6729CC6C" w14:textId="618BCC1A" w:rsidTr="00F606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937076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  <w:p w14:paraId="184E174A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86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E0431C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7B38C0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D04B3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EA36E5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48D04D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0" w:type="dxa"/>
          </w:tcPr>
          <w:p w14:paraId="5D6BDD08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</w:tcPr>
          <w:p w14:paraId="12456468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</w:tcPr>
          <w:p w14:paraId="0E0B6B8E" w14:textId="21ECBE18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</w:tcPr>
          <w:p w14:paraId="29842AAA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49A5B7B2" w14:textId="6FD76F4E" w:rsidTr="00F6060A">
        <w:trPr>
          <w:trHeight w:val="300"/>
        </w:trPr>
        <w:tc>
          <w:tcPr>
            <w:tcW w:w="4659" w:type="dxa"/>
            <w:gridSpan w:val="5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44105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F4B56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9F903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3E2A89A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6158390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  <w:shd w:val="clear" w:color="auto" w:fill="F2F2F2"/>
          </w:tcPr>
          <w:p w14:paraId="696B04D8" w14:textId="0B299A6A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  <w:shd w:val="clear" w:color="auto" w:fill="F2F2F2"/>
          </w:tcPr>
          <w:p w14:paraId="299366FB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0CDF0949" w14:textId="4A6CA13A" w:rsidTr="00F6060A">
        <w:trPr>
          <w:trHeight w:val="300"/>
        </w:trPr>
        <w:tc>
          <w:tcPr>
            <w:tcW w:w="1733" w:type="dxa"/>
            <w:gridSpan w:val="2"/>
          </w:tcPr>
          <w:p w14:paraId="48EAF62F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060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8510B6" w14:textId="126507DA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Lucrari-Denumire obiect de investitii</w:t>
            </w:r>
          </w:p>
        </w:tc>
        <w:tc>
          <w:tcPr>
            <w:tcW w:w="1174" w:type="dxa"/>
          </w:tcPr>
          <w:p w14:paraId="08A3650C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4259A63C" w14:textId="644A76F7" w:rsidTr="00F606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73F009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  <w:p w14:paraId="71CC8426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86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F6A1CF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AA73B8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26146F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EAE82D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D9D7F3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0" w:type="dxa"/>
          </w:tcPr>
          <w:p w14:paraId="343E3156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</w:tcPr>
          <w:p w14:paraId="280D14AA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</w:tcPr>
          <w:p w14:paraId="50F78296" w14:textId="78F3478E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</w:tcPr>
          <w:p w14:paraId="5D7C3883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6FFD6D7E" w14:textId="248E829E" w:rsidTr="00F606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4B1B4D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  <w:p w14:paraId="506301BC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86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465BF2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213CE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E84DB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3B7B50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6B4FF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0" w:type="dxa"/>
          </w:tcPr>
          <w:p w14:paraId="768A5F58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</w:tcPr>
          <w:p w14:paraId="2A8DC6BE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</w:tcPr>
          <w:p w14:paraId="3578A277" w14:textId="18DE7DD3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</w:tcPr>
          <w:p w14:paraId="2FC649B3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48BB80E7" w14:textId="49C4C408" w:rsidTr="00F6060A">
        <w:trPr>
          <w:trHeight w:val="300"/>
        </w:trPr>
        <w:tc>
          <w:tcPr>
            <w:tcW w:w="4659" w:type="dxa"/>
            <w:gridSpan w:val="5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5E78CD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4D3E65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F6E14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10EB062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6984F3D6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  <w:shd w:val="clear" w:color="auto" w:fill="F2F2F2"/>
          </w:tcPr>
          <w:p w14:paraId="6B918580" w14:textId="1C0E3E9E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  <w:shd w:val="clear" w:color="auto" w:fill="F2F2F2"/>
          </w:tcPr>
          <w:p w14:paraId="35D15B92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484CF02E" w14:textId="4AA6E1D0" w:rsidR="00F6060A" w:rsidRDefault="00F6060A"/>
    <w:p w14:paraId="7F31BEE0" w14:textId="3274A12B" w:rsidR="00F6060A" w:rsidRDefault="00F6060A"/>
    <w:p w14:paraId="3F57C9F6" w14:textId="25EBA5F4" w:rsidR="00F6060A" w:rsidRDefault="00F6060A"/>
    <w:p w14:paraId="5C4A5556" w14:textId="2AB899F6" w:rsidR="00F6060A" w:rsidRDefault="00F6060A"/>
    <w:p w14:paraId="06F7446B" w14:textId="77777777" w:rsidR="00F6060A" w:rsidRDefault="00F6060A"/>
    <w:tbl>
      <w:tblPr>
        <w:tblW w:w="1351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476"/>
        <w:gridCol w:w="1110"/>
        <w:gridCol w:w="668"/>
        <w:gridCol w:w="1148"/>
        <w:gridCol w:w="1105"/>
        <w:gridCol w:w="1469"/>
        <w:gridCol w:w="1080"/>
        <w:gridCol w:w="1733"/>
        <w:gridCol w:w="2292"/>
        <w:gridCol w:w="1174"/>
      </w:tblGrid>
      <w:tr w:rsidR="00F6060A" w:rsidRPr="00F6060A" w14:paraId="0E093354" w14:textId="72D2FED2" w:rsidTr="00F6060A">
        <w:trPr>
          <w:trHeight w:val="300"/>
        </w:trPr>
        <w:tc>
          <w:tcPr>
            <w:tcW w:w="1733" w:type="dxa"/>
            <w:gridSpan w:val="2"/>
          </w:tcPr>
          <w:p w14:paraId="7456C1D5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060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4CEC11" w14:textId="2C8B3AAD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Denumire servicii</w:t>
            </w:r>
          </w:p>
        </w:tc>
        <w:tc>
          <w:tcPr>
            <w:tcW w:w="1174" w:type="dxa"/>
          </w:tcPr>
          <w:p w14:paraId="524E4D0F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482DE0B5" w14:textId="025DE413" w:rsidTr="00F606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2C741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  <w:p w14:paraId="0FA2C2C3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86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166484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B0633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C9C240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2DBE0E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E110C1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0" w:type="dxa"/>
          </w:tcPr>
          <w:p w14:paraId="484C84A5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</w:tcPr>
          <w:p w14:paraId="056A767D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</w:tcPr>
          <w:p w14:paraId="3A898130" w14:textId="3F56F10E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</w:tcPr>
          <w:p w14:paraId="112FB4F1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3ED8D756" w14:textId="07E2D76D" w:rsidTr="00F606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126A87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  <w:p w14:paraId="148D90AA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86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F39883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E8965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9BD2F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BB9794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2EAFF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0" w:type="dxa"/>
          </w:tcPr>
          <w:p w14:paraId="4BEE177F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</w:tcPr>
          <w:p w14:paraId="030FD8BD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</w:tcPr>
          <w:p w14:paraId="08083B55" w14:textId="60504910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</w:tcPr>
          <w:p w14:paraId="3F64257B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2115779C" w14:textId="54FBD344" w:rsidTr="00F6060A">
        <w:trPr>
          <w:trHeight w:val="300"/>
        </w:trPr>
        <w:tc>
          <w:tcPr>
            <w:tcW w:w="4659" w:type="dxa"/>
            <w:gridSpan w:val="5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9E592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78D806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042AAE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0CE64083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4EB519B2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  <w:shd w:val="clear" w:color="auto" w:fill="F2F2F2"/>
          </w:tcPr>
          <w:p w14:paraId="78459942" w14:textId="11FA69AF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  <w:shd w:val="clear" w:color="auto" w:fill="F2F2F2"/>
          </w:tcPr>
          <w:p w14:paraId="67E6F4F5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5CA66A32" w14:textId="707EA787" w:rsidTr="00F6060A">
        <w:trPr>
          <w:trHeight w:val="300"/>
        </w:trPr>
        <w:tc>
          <w:tcPr>
            <w:tcW w:w="4659" w:type="dxa"/>
            <w:gridSpan w:val="5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9A4E3F" w14:textId="77777777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 GENERAL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B8B807" w14:textId="77777777" w:rsidR="00F6060A" w:rsidRPr="00F6060A" w:rsidRDefault="00F6060A" w:rsidP="002C46CD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78C905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080" w:type="dxa"/>
            <w:shd w:val="clear" w:color="auto" w:fill="F2F2F2"/>
          </w:tcPr>
          <w:p w14:paraId="4EC4B4FC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7C86FB39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  <w:shd w:val="clear" w:color="auto" w:fill="F2F2F2"/>
          </w:tcPr>
          <w:p w14:paraId="6B5FFE29" w14:textId="14A79836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  <w:shd w:val="clear" w:color="auto" w:fill="F2F2F2"/>
          </w:tcPr>
          <w:p w14:paraId="7B838311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7744F161" w14:textId="77777777" w:rsidR="00C416F1" w:rsidRPr="00F6060A" w:rsidRDefault="00C416F1" w:rsidP="00C416F1">
      <w:pPr>
        <w:rPr>
          <w:rFonts w:asciiTheme="minorHAnsi" w:hAnsiTheme="minorHAnsi" w:cstheme="minorHAnsi"/>
          <w:sz w:val="22"/>
          <w:szCs w:val="22"/>
        </w:rPr>
      </w:pPr>
    </w:p>
    <w:p w14:paraId="2AED01B0" w14:textId="4CA575AF" w:rsidR="00110896" w:rsidRPr="00F6060A" w:rsidRDefault="00110896" w:rsidP="007D40F0">
      <w:pPr>
        <w:pStyle w:val="Titlu"/>
        <w:rPr>
          <w:rFonts w:asciiTheme="minorHAnsi" w:hAnsiTheme="minorHAnsi" w:cstheme="minorHAnsi"/>
          <w:sz w:val="22"/>
          <w:szCs w:val="22"/>
        </w:rPr>
      </w:pPr>
    </w:p>
    <w:p w14:paraId="02A08C06" w14:textId="59BE0BEC" w:rsidR="00F6060A" w:rsidRPr="00F6060A" w:rsidRDefault="00F6060A" w:rsidP="00F6060A">
      <w:pPr>
        <w:pStyle w:val="Subtitlu"/>
        <w:rPr>
          <w:rFonts w:asciiTheme="minorHAnsi" w:hAnsiTheme="minorHAnsi" w:cstheme="minorHAnsi"/>
        </w:rPr>
      </w:pPr>
      <w:r w:rsidRPr="00F6060A">
        <w:rPr>
          <w:rFonts w:asciiTheme="minorHAnsi" w:hAnsiTheme="minorHAnsi" w:cstheme="minorHAnsi"/>
        </w:rPr>
        <w:t xml:space="preserve">ATENTIE! </w:t>
      </w:r>
      <w:r w:rsidRPr="00F6060A">
        <w:rPr>
          <w:rFonts w:asciiTheme="minorHAnsi" w:hAnsiTheme="minorHAnsi" w:cstheme="minorHAnsi"/>
        </w:rPr>
        <w:t>Domeniul de interventie se va completa doar pentru cheltuielile eligibile!</w:t>
      </w:r>
    </w:p>
    <w:p w14:paraId="1075398E" w14:textId="01396180" w:rsidR="00F6060A" w:rsidRPr="00F6060A" w:rsidRDefault="00F6060A" w:rsidP="00F6060A">
      <w:pPr>
        <w:rPr>
          <w:rFonts w:asciiTheme="minorHAnsi" w:hAnsiTheme="minorHAnsi" w:cstheme="minorHAnsi"/>
          <w:sz w:val="22"/>
          <w:szCs w:val="22"/>
          <w:lang w:eastAsia="ar-SA"/>
        </w:rPr>
      </w:pPr>
      <w:r w:rsidRPr="00F6060A">
        <w:rPr>
          <w:rFonts w:asciiTheme="minorHAnsi" w:hAnsiTheme="minorHAnsi" w:cstheme="minorHAnsi"/>
          <w:sz w:val="22"/>
          <w:szCs w:val="22"/>
          <w:lang w:eastAsia="ar-SA"/>
        </w:rPr>
        <w:t>V</w:t>
      </w:r>
      <w:r w:rsidRPr="00F6060A">
        <w:rPr>
          <w:rFonts w:asciiTheme="minorHAnsi" w:hAnsiTheme="minorHAnsi" w:cstheme="minorHAnsi"/>
          <w:sz w:val="22"/>
          <w:szCs w:val="22"/>
          <w:lang w:eastAsia="ar-SA"/>
        </w:rPr>
        <w:t>aloarea eligibilă a proiectului se va împărți între următoarele domenii de intervenție, în funcție de tipologia activităților propuse spre finanțare:</w:t>
      </w:r>
    </w:p>
    <w:p w14:paraId="7C2DA50B" w14:textId="77777777" w:rsidR="00F6060A" w:rsidRPr="00F6060A" w:rsidRDefault="00F6060A" w:rsidP="00F6060A">
      <w:pPr>
        <w:rPr>
          <w:rFonts w:asciiTheme="minorHAnsi" w:hAnsiTheme="minorHAnsi" w:cstheme="minorHAnsi"/>
          <w:sz w:val="22"/>
          <w:szCs w:val="22"/>
          <w:lang w:eastAsia="ar-SA"/>
        </w:rPr>
      </w:pPr>
      <w:r w:rsidRPr="00F6060A">
        <w:rPr>
          <w:rFonts w:asciiTheme="minorHAnsi" w:hAnsiTheme="minorHAnsi" w:cstheme="minorHAnsi"/>
          <w:sz w:val="22"/>
          <w:szCs w:val="22"/>
          <w:lang w:eastAsia="ar-SA"/>
        </w:rPr>
        <w:t>•</w:t>
      </w:r>
      <w:r w:rsidRPr="00F6060A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F6060A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074</w:t>
      </w:r>
      <w:r w:rsidRPr="00F6060A">
        <w:rPr>
          <w:rFonts w:asciiTheme="minorHAnsi" w:hAnsiTheme="minorHAnsi" w:cstheme="minorHAnsi"/>
          <w:sz w:val="22"/>
          <w:szCs w:val="22"/>
          <w:lang w:eastAsia="ar-SA"/>
        </w:rPr>
        <w:t xml:space="preserve"> - Reabilitarea siturilor industriale și a terenurilor contaminate, care respectă criteriile de eficiență (specific activităților de tip C, a se vedea ghidul de finanțare, secțiunea 5.2.2)</w:t>
      </w:r>
    </w:p>
    <w:p w14:paraId="7E219A7E" w14:textId="77777777" w:rsidR="00F6060A" w:rsidRPr="00F6060A" w:rsidRDefault="00F6060A" w:rsidP="00F6060A">
      <w:pPr>
        <w:rPr>
          <w:rFonts w:asciiTheme="minorHAnsi" w:hAnsiTheme="minorHAnsi" w:cstheme="minorHAnsi"/>
          <w:sz w:val="22"/>
          <w:szCs w:val="22"/>
          <w:lang w:eastAsia="ar-SA"/>
        </w:rPr>
      </w:pPr>
      <w:r w:rsidRPr="00F6060A">
        <w:rPr>
          <w:rFonts w:asciiTheme="minorHAnsi" w:hAnsiTheme="minorHAnsi" w:cstheme="minorHAnsi"/>
          <w:sz w:val="22"/>
          <w:szCs w:val="22"/>
          <w:lang w:eastAsia="ar-SA"/>
        </w:rPr>
        <w:t>•</w:t>
      </w:r>
      <w:r w:rsidRPr="00F6060A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F6060A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079</w:t>
      </w:r>
      <w:r w:rsidRPr="00F6060A">
        <w:rPr>
          <w:rFonts w:asciiTheme="minorHAnsi" w:hAnsiTheme="minorHAnsi" w:cstheme="minorHAnsi"/>
          <w:sz w:val="22"/>
          <w:szCs w:val="22"/>
          <w:lang w:eastAsia="ar-SA"/>
        </w:rPr>
        <w:t xml:space="preserve"> - Protecția naturii și a biodiversității, patrimoniul natural și resursele naturale, infrastructura verde și cea albastră (specific activităților de tip A, a se vedea ghidul de finanțare, secțiunea 5.2.2)</w:t>
      </w:r>
    </w:p>
    <w:p w14:paraId="0F14F1FF" w14:textId="6A30CB95" w:rsidR="00F6060A" w:rsidRPr="00F6060A" w:rsidRDefault="00F6060A" w:rsidP="00F6060A">
      <w:pPr>
        <w:rPr>
          <w:rFonts w:asciiTheme="minorHAnsi" w:hAnsiTheme="minorHAnsi" w:cstheme="minorHAnsi"/>
          <w:sz w:val="22"/>
          <w:szCs w:val="22"/>
          <w:lang w:eastAsia="ar-SA"/>
        </w:rPr>
      </w:pPr>
    </w:p>
    <w:sectPr w:rsidR="00F6060A" w:rsidRPr="00F6060A" w:rsidSect="00F606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516" w:bottom="707" w:left="1985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E0145" w14:textId="77777777" w:rsidR="002C46CD" w:rsidRDefault="002C46CD">
      <w:r>
        <w:separator/>
      </w:r>
    </w:p>
  </w:endnote>
  <w:endnote w:type="continuationSeparator" w:id="0">
    <w:p w14:paraId="1903484A" w14:textId="77777777" w:rsidR="002C46CD" w:rsidRDefault="002C4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6FE2F" w14:textId="77777777" w:rsidR="005E5AF1" w:rsidRDefault="005E5AF1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2F7CD229" w14:textId="77777777">
      <w:trPr>
        <w:cantSplit/>
        <w:trHeight w:hRule="exact" w:val="340"/>
        <w:hidden/>
      </w:trPr>
      <w:tc>
        <w:tcPr>
          <w:tcW w:w="9210" w:type="dxa"/>
        </w:tcPr>
        <w:p w14:paraId="6E3CD9CF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62974164" w14:textId="77777777" w:rsidR="00F12E7F" w:rsidRDefault="00332357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 wp14:anchorId="4118C440" wp14:editId="6E2DA995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8CFAD44" wp14:editId="0236F887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C97C13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CFAD44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64C97C13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1E8F8F6" wp14:editId="31A3A566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87F5E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E8F8F6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2C887F5E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0D1517" wp14:editId="06EF07CC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0E607B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5983543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0B401872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0D1517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6F0E607B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5983543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0B401872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 wp14:anchorId="1B0ADB14" wp14:editId="0A834A10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B472A4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BE4C" w14:textId="77777777" w:rsidR="00072DDE" w:rsidRDefault="00332357">
    <w:pPr>
      <w:pStyle w:val="Subsol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 wp14:anchorId="10CA2E76" wp14:editId="3765107A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35E738" wp14:editId="1DF43373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346293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35E738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6F346293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C669007" wp14:editId="45B040CC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926AC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669007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449926AC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5B2AD4D" wp14:editId="02AF18A0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F74342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4DC37A9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7F500B75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5B2AD4D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7CF74342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34DC37A9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7F500B75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 wp14:anchorId="125067B4" wp14:editId="31A71300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682B2" w14:textId="77777777" w:rsidR="002C46CD" w:rsidRDefault="002C46CD">
      <w:r>
        <w:separator/>
      </w:r>
    </w:p>
  </w:footnote>
  <w:footnote w:type="continuationSeparator" w:id="0">
    <w:p w14:paraId="7C73FF6B" w14:textId="77777777" w:rsidR="002C46CD" w:rsidRDefault="002C4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26EB5" w14:textId="3F5A6327" w:rsidR="005E5AF1" w:rsidRDefault="005E5AF1">
    <w:pPr>
      <w:pStyle w:val="Antet"/>
    </w:pPr>
    <w:r>
      <w:pict w14:anchorId="52631C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5122" type="#_x0000_t136" style="position:absolute;margin-left:0;margin-top:0;width:608pt;height:93.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5EDC2" w14:textId="3A2B4C45" w:rsidR="002B3BB9" w:rsidRPr="00851382" w:rsidRDefault="005E5AF1">
    <w:pPr>
      <w:pStyle w:val="Antet"/>
      <w:rPr>
        <w:color w:val="999999"/>
      </w:rPr>
    </w:pPr>
    <w:r>
      <w:pict w14:anchorId="185CC62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5123" type="#_x0000_t136" style="position:absolute;margin-left:0;margin-top:0;width:608pt;height:93.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332357"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51A67AAC" wp14:editId="7ABD0940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0B0BA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56D8C595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A67AAC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7190B0BA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56D8C595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1D366" w14:textId="349437FD" w:rsidR="002B3BB9" w:rsidRDefault="005E5AF1">
    <w:pPr>
      <w:pStyle w:val="Antet"/>
      <w:tabs>
        <w:tab w:val="clear" w:pos="4536"/>
        <w:tab w:val="clear" w:pos="9072"/>
        <w:tab w:val="left" w:pos="6473"/>
      </w:tabs>
    </w:pPr>
    <w:r>
      <w:pict w14:anchorId="7B2424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5121" type="#_x0000_t136" style="position:absolute;margin-left:0;margin-top:0;width:608pt;height:93.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F6060A">
      <w:rPr>
        <w:lang w:val="en-US" w:eastAsia="en-US"/>
      </w:rPr>
      <w:drawing>
        <wp:anchor distT="0" distB="0" distL="114300" distR="114300" simplePos="0" relativeHeight="251652096" behindDoc="0" locked="0" layoutInCell="1" allowOverlap="1" wp14:anchorId="69BCF956" wp14:editId="70DAD897">
          <wp:simplePos x="0" y="0"/>
          <wp:positionH relativeFrom="column">
            <wp:posOffset>3794125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060A">
      <w:rPr>
        <w:lang w:val="en-US" w:eastAsia="en-US"/>
      </w:rPr>
      <w:drawing>
        <wp:anchor distT="0" distB="0" distL="114300" distR="114300" simplePos="0" relativeHeight="251654144" behindDoc="0" locked="0" layoutInCell="1" allowOverlap="1" wp14:anchorId="4EA25C84" wp14:editId="0A616787">
          <wp:simplePos x="0" y="0"/>
          <wp:positionH relativeFrom="column">
            <wp:posOffset>7167245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357">
      <w:rPr>
        <w:lang w:val="en-US" w:eastAsia="en-US"/>
      </w:rPr>
      <w:drawing>
        <wp:anchor distT="0" distB="0" distL="114300" distR="114300" simplePos="0" relativeHeight="251653120" behindDoc="0" locked="0" layoutInCell="1" allowOverlap="1" wp14:anchorId="1BCABAD2" wp14:editId="1A3C41D5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83F78"/>
    <w:rsid w:val="001E7D06"/>
    <w:rsid w:val="00255002"/>
    <w:rsid w:val="002B3BB9"/>
    <w:rsid w:val="002C46CD"/>
    <w:rsid w:val="002E07E9"/>
    <w:rsid w:val="002F1246"/>
    <w:rsid w:val="00326DC2"/>
    <w:rsid w:val="00332357"/>
    <w:rsid w:val="00351F71"/>
    <w:rsid w:val="00376CFE"/>
    <w:rsid w:val="003E2E03"/>
    <w:rsid w:val="00474F02"/>
    <w:rsid w:val="00523BEA"/>
    <w:rsid w:val="005A6B00"/>
    <w:rsid w:val="005C21C9"/>
    <w:rsid w:val="005C7AFF"/>
    <w:rsid w:val="005E5AF1"/>
    <w:rsid w:val="00643AC4"/>
    <w:rsid w:val="006B79B9"/>
    <w:rsid w:val="006F14B9"/>
    <w:rsid w:val="007209E0"/>
    <w:rsid w:val="00754551"/>
    <w:rsid w:val="007A69A6"/>
    <w:rsid w:val="007C403D"/>
    <w:rsid w:val="007D40F0"/>
    <w:rsid w:val="00851382"/>
    <w:rsid w:val="0087265A"/>
    <w:rsid w:val="0088290B"/>
    <w:rsid w:val="008C26CE"/>
    <w:rsid w:val="008E7688"/>
    <w:rsid w:val="00936CF8"/>
    <w:rsid w:val="00950345"/>
    <w:rsid w:val="0095716B"/>
    <w:rsid w:val="009F711B"/>
    <w:rsid w:val="00A06DE4"/>
    <w:rsid w:val="00A82042"/>
    <w:rsid w:val="00AE4990"/>
    <w:rsid w:val="00B15233"/>
    <w:rsid w:val="00B565C5"/>
    <w:rsid w:val="00BD3175"/>
    <w:rsid w:val="00C05C7A"/>
    <w:rsid w:val="00C416F1"/>
    <w:rsid w:val="00C707BE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302EB"/>
    <w:rsid w:val="00F6060A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."/>
  <w:listSeparator w:val=","/>
  <w14:docId w14:val="01BF11C6"/>
  <w15:chartTrackingRefBased/>
  <w15:docId w15:val="{22E2F409-2E04-4D47-A5B4-C2C2F044D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E095A-58CB-4C6F-80B4-6415E9323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5</TotalTime>
  <Pages>2</Pages>
  <Words>196</Words>
  <Characters>1361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1554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Gabriela Tarau</cp:lastModifiedBy>
  <cp:revision>3</cp:revision>
  <cp:lastPrinted>2022-03-29T08:07:00Z</cp:lastPrinted>
  <dcterms:created xsi:type="dcterms:W3CDTF">2023-09-06T09:18:00Z</dcterms:created>
  <dcterms:modified xsi:type="dcterms:W3CDTF">2025-09-23T07:29:00Z</dcterms:modified>
</cp:coreProperties>
</file>